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5"/>
        <w:gridCol w:w="700"/>
        <w:gridCol w:w="1780"/>
        <w:gridCol w:w="1332"/>
        <w:gridCol w:w="2695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BE5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BE5648">
              <w:rPr>
                <w:b/>
                <w:sz w:val="24"/>
                <w:szCs w:val="24"/>
              </w:rPr>
              <w:t>10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</w:t>
            </w:r>
            <w:proofErr w:type="spellStart"/>
            <w:r w:rsidR="00341255">
              <w:rPr>
                <w:b/>
                <w:color w:val="FF0000"/>
                <w:sz w:val="24"/>
                <w:szCs w:val="24"/>
              </w:rPr>
              <w:t>Wk</w:t>
            </w:r>
            <w:proofErr w:type="spellEnd"/>
            <w:r w:rsidR="00341255">
              <w:rPr>
                <w:b/>
                <w:color w:val="FF0000"/>
                <w:sz w:val="24"/>
                <w:szCs w:val="24"/>
              </w:rPr>
              <w:t xml:space="preserve"> 8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Summer Field Day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43050E">
              <w:rPr>
                <w:b/>
                <w:color w:val="0070C0"/>
                <w:sz w:val="24"/>
                <w:szCs w:val="24"/>
              </w:rPr>
              <w:t>RM 21 - Have you brought in your L-O-N-G sock for our assembly?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43050E">
              <w:rPr>
                <w:b/>
                <w:color w:val="7030A0"/>
                <w:sz w:val="24"/>
                <w:szCs w:val="24"/>
              </w:rPr>
              <w:t>Rm 21 - keep practising for our assembly</w:t>
            </w:r>
          </w:p>
          <w:p w:rsidR="00394A2C" w:rsidRPr="00263FE8" w:rsidRDefault="00C82BAA" w:rsidP="00BE564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Room 21's Assembly - do you know your script?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dance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poem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?</w:t>
            </w:r>
          </w:p>
        </w:tc>
      </w:tr>
      <w:tr w:rsidR="00263FE8" w:rsidTr="0043050E">
        <w:tc>
          <w:tcPr>
            <w:tcW w:w="9242" w:type="dxa"/>
            <w:gridSpan w:val="5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5"/>
            <w:shd w:val="clear" w:color="auto" w:fill="EAF1DD" w:themeFill="accent3" w:themeFillTint="33"/>
          </w:tcPr>
          <w:p w:rsidR="009D0E09" w:rsidRDefault="0043050E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BE5648" w:rsidRDefault="0043050E" w:rsidP="0043050E">
            <w:pPr>
              <w:pStyle w:val="ListParagraph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="007E7385"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="007E7385"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414CA" w:rsidRDefault="007414CA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(continued)</w:t>
            </w:r>
          </w:p>
          <w:p w:rsidR="00435BCF" w:rsidRPr="00435BCF" w:rsidRDefault="00435BCF">
            <w:pPr>
              <w:rPr>
                <w:b/>
                <w:sz w:val="24"/>
                <w:szCs w:val="24"/>
              </w:rPr>
            </w:pPr>
            <w:proofErr w:type="spellStart"/>
            <w:r w:rsidRPr="00435BCF">
              <w:rPr>
                <w:b/>
                <w:sz w:val="24"/>
                <w:szCs w:val="24"/>
              </w:rPr>
              <w:t>tion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(caution),</w:t>
            </w: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435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35BCF">
              <w:rPr>
                <w:b/>
                <w:sz w:val="24"/>
                <w:szCs w:val="24"/>
              </w:rPr>
              <w:t>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(tension), </w:t>
            </w:r>
            <w:r>
              <w:rPr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435BCF">
              <w:rPr>
                <w:b/>
                <w:sz w:val="24"/>
                <w:szCs w:val="24"/>
              </w:rPr>
              <w:t>ssion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(mission)</w:t>
            </w:r>
          </w:p>
          <w:p w:rsidR="007414CA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3"/>
              <w:gridCol w:w="3004"/>
              <w:gridCol w:w="3004"/>
            </w:tblGrid>
            <w:tr w:rsidR="00435BCF" w:rsidTr="00435BCF">
              <w:tc>
                <w:tcPr>
                  <w:tcW w:w="3003" w:type="dxa"/>
                </w:tcPr>
                <w:p w:rsidR="00435BCF" w:rsidRDefault="000D5B50" w:rsidP="002B35D5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435BCF">
                    <w:rPr>
                      <w:b/>
                      <w:sz w:val="24"/>
                      <w:szCs w:val="24"/>
                    </w:rPr>
                    <w:t>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ssion</w:t>
                  </w:r>
                  <w:proofErr w:type="spellEnd"/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E7385" w:rsidRPr="007E7385" w:rsidRDefault="00435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Plural</w:t>
            </w:r>
            <w:r w:rsidR="007E7385" w:rsidRPr="007E7385">
              <w:rPr>
                <w:b/>
                <w:sz w:val="24"/>
                <w:szCs w:val="24"/>
                <w:u w:val="single"/>
              </w:rPr>
              <w:t xml:space="preserve"> Nouns</w:t>
            </w:r>
            <w:r>
              <w:rPr>
                <w:b/>
                <w:sz w:val="24"/>
                <w:szCs w:val="24"/>
                <w:u w:val="single"/>
              </w:rPr>
              <w:t xml:space="preserve"> - write the plurals of these nouns</w:t>
            </w:r>
          </w:p>
          <w:p w:rsidR="00394A2C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 plural nouns end in 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cats), but we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to those that end in </w:t>
            </w: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sh</w:t>
            </w:r>
            <w:proofErr w:type="spellEnd"/>
            <w:r>
              <w:rPr>
                <w:b/>
                <w:sz w:val="24"/>
                <w:szCs w:val="24"/>
              </w:rPr>
              <w:t>, s or x.</w:t>
            </w:r>
          </w:p>
          <w:p w:rsidR="00435BCF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 3 more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52"/>
              <w:gridCol w:w="2253"/>
              <w:gridCol w:w="2253"/>
              <w:gridCol w:w="2253"/>
            </w:tblGrid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ch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X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35BCF" w:rsidRPr="00394A2C" w:rsidRDefault="00435BCF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3050E" w:rsidTr="0043050E">
        <w:tc>
          <w:tcPr>
            <w:tcW w:w="3239" w:type="dxa"/>
            <w:gridSpan w:val="2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C714A3" w:rsidRDefault="009967EC" w:rsidP="009967EC">
            <w:pPr>
              <w:rPr>
                <w:b/>
                <w:color w:val="FF0000"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Title: _________________</w:t>
            </w:r>
          </w:p>
          <w:p w:rsidR="00394A2C" w:rsidRPr="00C714A3" w:rsidRDefault="00435BCF" w:rsidP="00435BCF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The funniest part of this book was when ...</w:t>
            </w: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Pr="00C714A3" w:rsidRDefault="00394A2C" w:rsidP="00C714A3">
            <w:pPr>
              <w:rPr>
                <w:sz w:val="20"/>
                <w:szCs w:val="20"/>
              </w:rPr>
            </w:pPr>
            <w:r w:rsidRPr="00C714A3">
              <w:rPr>
                <w:sz w:val="20"/>
                <w:szCs w:val="20"/>
              </w:rPr>
              <w:t>Title: ___________________</w:t>
            </w:r>
          </w:p>
          <w:p w:rsidR="00394A2C" w:rsidRPr="00C714A3" w:rsidRDefault="00435BCF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Show don't tell is when the author </w:t>
            </w:r>
            <w:r w:rsidR="00C714A3" w:rsidRPr="00C714A3">
              <w:rPr>
                <w:b/>
                <w:sz w:val="20"/>
                <w:szCs w:val="20"/>
              </w:rPr>
              <w:t>shows feelings by describing what is happening - not telling.</w:t>
            </w:r>
          </w:p>
          <w:p w:rsidR="00C714A3" w:rsidRPr="00C714A3" w:rsidRDefault="00C714A3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Record an example of show don't tell here:</w:t>
            </w: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C714A3" w:rsidRDefault="00394A2C" w:rsidP="00394A2C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C714A3" w:rsidP="00C572F7">
            <w:pPr>
              <w:rPr>
                <w:b/>
                <w:sz w:val="24"/>
                <w:szCs w:val="24"/>
              </w:rPr>
            </w:pPr>
            <w:r w:rsidRPr="00C714A3">
              <w:rPr>
                <w:b/>
                <w:sz w:val="20"/>
                <w:szCs w:val="20"/>
              </w:rPr>
              <w:t>A new piece of information I gained from this text is ...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Default="009967EC" w:rsidP="00430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</w:t>
            </w:r>
          </w:p>
          <w:p w:rsidR="00F54995" w:rsidRDefault="00F54995" w:rsidP="0043050E">
            <w:pPr>
              <w:rPr>
                <w:b/>
                <w:sz w:val="24"/>
                <w:szCs w:val="24"/>
              </w:rPr>
            </w:pPr>
          </w:p>
          <w:p w:rsidR="00F54995" w:rsidRDefault="00F54995" w:rsidP="0043050E">
            <w:pPr>
              <w:rPr>
                <w:b/>
                <w:sz w:val="24"/>
                <w:szCs w:val="24"/>
              </w:rPr>
            </w:pPr>
          </w:p>
          <w:p w:rsidR="00F54995" w:rsidRPr="00C82BAA" w:rsidRDefault="00F54995" w:rsidP="0043050E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43050E" w:rsidRPr="00751814" w:rsidTr="0043050E">
        <w:trPr>
          <w:trHeight w:val="306"/>
        </w:trPr>
        <w:tc>
          <w:tcPr>
            <w:tcW w:w="237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226" w:type="dxa"/>
            <w:gridSpan w:val="2"/>
          </w:tcPr>
          <w:p w:rsidR="00C82BAA" w:rsidRPr="00751814" w:rsidRDefault="00C82BAA" w:rsidP="0043050E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</w:t>
            </w:r>
            <w:r w:rsidR="0043050E">
              <w:rPr>
                <w:b/>
                <w:sz w:val="24"/>
                <w:szCs w:val="24"/>
              </w:rPr>
              <w:t>spelling word)</w:t>
            </w:r>
          </w:p>
        </w:tc>
      </w:tr>
      <w:tr w:rsidR="0043050E" w:rsidTr="0043050E">
        <w:trPr>
          <w:trHeight w:val="306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0A31CB" w:rsidRDefault="000A31CB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D5B50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BE5648">
              <w:rPr>
                <w:b/>
                <w:sz w:val="24"/>
                <w:szCs w:val="24"/>
              </w:rPr>
              <w:t xml:space="preserve">. Research question: Does worm juice 'go off'?  </w:t>
            </w:r>
            <w:r w:rsidR="0043050E">
              <w:rPr>
                <w:b/>
                <w:sz w:val="24"/>
                <w:szCs w:val="24"/>
              </w:rPr>
              <w:t xml:space="preserve">Why or why not? </w:t>
            </w:r>
            <w:r w:rsidRPr="00BE5648">
              <w:rPr>
                <w:b/>
                <w:sz w:val="24"/>
                <w:szCs w:val="24"/>
              </w:rPr>
              <w:t xml:space="preserve"> 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Should we be giving it a 'use by' date when we sell it to our future customers?</w:t>
            </w:r>
            <w:r>
              <w:rPr>
                <w:b/>
                <w:sz w:val="24"/>
                <w:szCs w:val="24"/>
              </w:rPr>
              <w:t xml:space="preserve"> 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Pr="00BE5648" w:rsidRDefault="0043050E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source::___________________________________________________</w:t>
            </w:r>
            <w:r w:rsidR="00BE5648">
              <w:rPr>
                <w:b/>
                <w:sz w:val="24"/>
                <w:szCs w:val="24"/>
              </w:rPr>
              <w:t>______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14A3" w:rsidRDefault="00BE5648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C714A3" w:rsidRPr="00C714A3">
              <w:rPr>
                <w:b/>
                <w:sz w:val="24"/>
                <w:szCs w:val="24"/>
              </w:rPr>
              <w:t xml:space="preserve"> Go onto our Wiki Worm Farm page and download the following document. Read through it to see which business team might interest YOU</w:t>
            </w:r>
            <w:r>
              <w:rPr>
                <w:b/>
                <w:sz w:val="24"/>
                <w:szCs w:val="24"/>
              </w:rPr>
              <w:t xml:space="preserve"> for next term</w:t>
            </w:r>
            <w:r w:rsidR="00C714A3" w:rsidRPr="00C714A3">
              <w:rPr>
                <w:b/>
                <w:sz w:val="24"/>
                <w:szCs w:val="24"/>
              </w:rPr>
              <w:t>!</w:t>
            </w:r>
          </w:p>
          <w:p w:rsidR="00C714A3" w:rsidRDefault="00C714A3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2962275" cy="952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THEN ...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Complete the following: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Business Section that interests </w:t>
            </w:r>
            <w:r w:rsidR="000D5B50">
              <w:rPr>
                <w:b/>
                <w:sz w:val="24"/>
                <w:szCs w:val="24"/>
                <w:u w:val="single"/>
              </w:rPr>
              <w:t>ME the</w:t>
            </w:r>
            <w:r>
              <w:rPr>
                <w:b/>
                <w:sz w:val="24"/>
                <w:szCs w:val="24"/>
                <w:u w:val="single"/>
              </w:rPr>
              <w:t xml:space="preserve">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Why this section interests </w:t>
            </w:r>
            <w:r w:rsidR="000D5B50">
              <w:rPr>
                <w:b/>
                <w:sz w:val="24"/>
                <w:szCs w:val="24"/>
                <w:u w:val="single"/>
              </w:rPr>
              <w:t>ME</w:t>
            </w:r>
            <w:r>
              <w:rPr>
                <w:b/>
                <w:sz w:val="24"/>
                <w:szCs w:val="24"/>
                <w:u w:val="single"/>
              </w:rPr>
              <w:t xml:space="preserve"> the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0D5B50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Current skills I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have that </w:t>
            </w:r>
            <w:r>
              <w:rPr>
                <w:b/>
                <w:sz w:val="24"/>
                <w:szCs w:val="24"/>
                <w:u w:val="single"/>
              </w:rPr>
              <w:t>I think would be valuable in this team (bull</w:t>
            </w:r>
            <w:r w:rsidR="00BE5648">
              <w:rPr>
                <w:b/>
                <w:sz w:val="24"/>
                <w:szCs w:val="24"/>
                <w:u w:val="single"/>
              </w:rPr>
              <w:t>et points)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Skills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think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may need to acquire to contribute efficiently and effectively as a team </w:t>
            </w:r>
            <w:r w:rsidR="000D5B50">
              <w:rPr>
                <w:b/>
                <w:sz w:val="24"/>
                <w:szCs w:val="24"/>
                <w:u w:val="single"/>
              </w:rPr>
              <w:t>member in this business area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F54995" w:rsidRPr="00F54995" w:rsidRDefault="00F54995" w:rsidP="00F54995">
            <w:pPr>
              <w:jc w:val="center"/>
              <w:rPr>
                <w:b/>
                <w:sz w:val="30"/>
                <w:szCs w:val="24"/>
                <w:u w:val="single"/>
              </w:rPr>
            </w:pPr>
            <w:r w:rsidRPr="00F54995">
              <w:rPr>
                <w:b/>
                <w:sz w:val="30"/>
                <w:szCs w:val="24"/>
                <w:u w:val="single"/>
              </w:rPr>
              <w:t>Room 22</w:t>
            </w:r>
          </w:p>
          <w:p w:rsidR="00F54995" w:rsidRPr="00F54995" w:rsidRDefault="00F54995" w:rsidP="00F54995">
            <w:pPr>
              <w:rPr>
                <w:b/>
                <w:sz w:val="30"/>
                <w:szCs w:val="24"/>
              </w:rPr>
            </w:pPr>
            <w:r w:rsidRPr="00F54995">
              <w:rPr>
                <w:b/>
                <w:sz w:val="30"/>
                <w:szCs w:val="24"/>
              </w:rPr>
              <w:t>Go to the Anzac activities on our wiki home page.</w:t>
            </w:r>
          </w:p>
          <w:p w:rsidR="00F54995" w:rsidRPr="00F54995" w:rsidRDefault="00F54995" w:rsidP="00F54995">
            <w:pPr>
              <w:rPr>
                <w:b/>
                <w:sz w:val="30"/>
                <w:szCs w:val="24"/>
              </w:rPr>
            </w:pPr>
          </w:p>
          <w:p w:rsidR="007E6FD9" w:rsidRPr="00F54995" w:rsidRDefault="00F54995">
            <w:pPr>
              <w:rPr>
                <w:b/>
                <w:sz w:val="30"/>
                <w:szCs w:val="24"/>
              </w:rPr>
            </w:pPr>
            <w:r w:rsidRPr="00F54995">
              <w:rPr>
                <w:b/>
                <w:sz w:val="30"/>
                <w:szCs w:val="24"/>
              </w:rPr>
              <w:t>Choose one of the tasks to complete or use your time to work on the same one that you are working on at school.</w:t>
            </w: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F54995">
      <w:pgSz w:w="11906" w:h="16838"/>
      <w:pgMar w:top="63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5D0F"/>
    <w:rsid w:val="0004309C"/>
    <w:rsid w:val="000A31CB"/>
    <w:rsid w:val="000D3501"/>
    <w:rsid w:val="000D5B50"/>
    <w:rsid w:val="00180812"/>
    <w:rsid w:val="00191FD6"/>
    <w:rsid w:val="001B09D2"/>
    <w:rsid w:val="001B7A69"/>
    <w:rsid w:val="002176C0"/>
    <w:rsid w:val="00221D26"/>
    <w:rsid w:val="00263FE8"/>
    <w:rsid w:val="002B35D5"/>
    <w:rsid w:val="002E7E97"/>
    <w:rsid w:val="00341255"/>
    <w:rsid w:val="00343F53"/>
    <w:rsid w:val="00394A2C"/>
    <w:rsid w:val="00400BD4"/>
    <w:rsid w:val="0043050E"/>
    <w:rsid w:val="00435BCF"/>
    <w:rsid w:val="00504ED1"/>
    <w:rsid w:val="00556C95"/>
    <w:rsid w:val="0056164A"/>
    <w:rsid w:val="005D05F9"/>
    <w:rsid w:val="005D68A1"/>
    <w:rsid w:val="005F2818"/>
    <w:rsid w:val="00605850"/>
    <w:rsid w:val="0065489E"/>
    <w:rsid w:val="00686B36"/>
    <w:rsid w:val="00692002"/>
    <w:rsid w:val="006C0B99"/>
    <w:rsid w:val="006C1FBB"/>
    <w:rsid w:val="00705F18"/>
    <w:rsid w:val="007414CA"/>
    <w:rsid w:val="00751814"/>
    <w:rsid w:val="00793958"/>
    <w:rsid w:val="007E6FD9"/>
    <w:rsid w:val="007E7385"/>
    <w:rsid w:val="00830F07"/>
    <w:rsid w:val="008B795B"/>
    <w:rsid w:val="008F5DAD"/>
    <w:rsid w:val="00991D11"/>
    <w:rsid w:val="009967EC"/>
    <w:rsid w:val="009A1289"/>
    <w:rsid w:val="009D0E09"/>
    <w:rsid w:val="00A32DE1"/>
    <w:rsid w:val="00A542A9"/>
    <w:rsid w:val="00AB5CBF"/>
    <w:rsid w:val="00AC5EB1"/>
    <w:rsid w:val="00AE51AC"/>
    <w:rsid w:val="00B010F1"/>
    <w:rsid w:val="00B27FDF"/>
    <w:rsid w:val="00BE5648"/>
    <w:rsid w:val="00C572F7"/>
    <w:rsid w:val="00C63764"/>
    <w:rsid w:val="00C714A3"/>
    <w:rsid w:val="00C82BAA"/>
    <w:rsid w:val="00C90BC6"/>
    <w:rsid w:val="00D96813"/>
    <w:rsid w:val="00DB4E72"/>
    <w:rsid w:val="00E2574F"/>
    <w:rsid w:val="00E3213D"/>
    <w:rsid w:val="00E908E8"/>
    <w:rsid w:val="00F54995"/>
    <w:rsid w:val="00F63A90"/>
    <w:rsid w:val="00F87A12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7CF71B-EE51-4AD7-8708-18053C0C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D82C59F</Template>
  <TotalTime>0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Felicity Boyd</cp:lastModifiedBy>
  <cp:revision>2</cp:revision>
  <cp:lastPrinted>2016-04-04T00:04:00Z</cp:lastPrinted>
  <dcterms:created xsi:type="dcterms:W3CDTF">2016-04-04T00:05:00Z</dcterms:created>
  <dcterms:modified xsi:type="dcterms:W3CDTF">2016-04-04T00:05:00Z</dcterms:modified>
</cp:coreProperties>
</file>